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2B5E20">
      <w:pPr>
        <w:ind w:firstLine="540"/>
        <w:jc w:val="center"/>
        <w:rPr>
          <w:sz w:val="40"/>
          <w:szCs w:val="40"/>
        </w:rPr>
      </w:pPr>
    </w:p>
    <w:p w:rsidR="00D35B8F" w:rsidRDefault="00D35B8F" w:rsidP="002B5E20">
      <w:pPr>
        <w:ind w:firstLine="540"/>
        <w:jc w:val="center"/>
        <w:rPr>
          <w:sz w:val="40"/>
          <w:szCs w:val="40"/>
        </w:rPr>
      </w:pPr>
    </w:p>
    <w:p w:rsidR="00D35B8F" w:rsidRDefault="00D35B8F" w:rsidP="002B5E20">
      <w:pPr>
        <w:ind w:firstLine="540"/>
        <w:jc w:val="center"/>
        <w:rPr>
          <w:sz w:val="40"/>
          <w:szCs w:val="40"/>
        </w:rPr>
      </w:pPr>
    </w:p>
    <w:p w:rsidR="00D35B8F" w:rsidRDefault="00D35B8F" w:rsidP="002B5E20">
      <w:pPr>
        <w:ind w:firstLine="540"/>
        <w:jc w:val="center"/>
        <w:rPr>
          <w:sz w:val="40"/>
          <w:szCs w:val="40"/>
        </w:rPr>
      </w:pPr>
    </w:p>
    <w:p w:rsidR="00D35B8F" w:rsidRDefault="00D35B8F" w:rsidP="002B5E20">
      <w:pPr>
        <w:ind w:firstLine="540"/>
        <w:jc w:val="center"/>
        <w:rPr>
          <w:sz w:val="40"/>
          <w:szCs w:val="40"/>
        </w:rPr>
      </w:pPr>
    </w:p>
    <w:p w:rsidR="00D35B8F" w:rsidRDefault="00D35B8F" w:rsidP="002B5E20">
      <w:pPr>
        <w:ind w:firstLine="540"/>
        <w:jc w:val="center"/>
        <w:rPr>
          <w:sz w:val="40"/>
          <w:szCs w:val="40"/>
        </w:rPr>
      </w:pPr>
    </w:p>
    <w:p w:rsidR="00D35B8F" w:rsidRPr="002B5E20" w:rsidRDefault="00D35B8F" w:rsidP="002B5E20">
      <w:pPr>
        <w:ind w:firstLine="540"/>
        <w:jc w:val="center"/>
        <w:rPr>
          <w:sz w:val="40"/>
          <w:szCs w:val="40"/>
        </w:rPr>
      </w:pPr>
      <w:r w:rsidRPr="002B5E20">
        <w:rPr>
          <w:sz w:val="40"/>
          <w:szCs w:val="40"/>
        </w:rPr>
        <w:t>Внеклассное мероприятие</w:t>
      </w:r>
    </w:p>
    <w:p w:rsidR="00D35B8F" w:rsidRPr="002B5E20" w:rsidRDefault="00D35B8F" w:rsidP="002B5E20">
      <w:pPr>
        <w:ind w:firstLine="540"/>
        <w:jc w:val="center"/>
        <w:rPr>
          <w:sz w:val="40"/>
          <w:szCs w:val="40"/>
        </w:rPr>
      </w:pPr>
      <w:r w:rsidRPr="002B5E20">
        <w:rPr>
          <w:sz w:val="40"/>
          <w:szCs w:val="40"/>
        </w:rPr>
        <w:t>«12 апреля – День космонавтики»</w:t>
      </w:r>
    </w:p>
    <w:p w:rsidR="00D35B8F" w:rsidRDefault="00D35B8F" w:rsidP="002B5E20">
      <w:pPr>
        <w:ind w:firstLine="540"/>
        <w:jc w:val="center"/>
      </w:pPr>
    </w:p>
    <w:p w:rsidR="00D35B8F" w:rsidRDefault="00D35B8F" w:rsidP="002B5E20">
      <w:pPr>
        <w:jc w:val="center"/>
        <w:rPr>
          <w:sz w:val="40"/>
          <w:szCs w:val="40"/>
          <w:shd w:val="clear" w:color="auto" w:fill="FFFFFF"/>
        </w:rPr>
      </w:pPr>
      <w:r w:rsidRPr="002B5E20">
        <w:rPr>
          <w:sz w:val="40"/>
          <w:szCs w:val="40"/>
          <w:shd w:val="clear" w:color="auto" w:fill="FFFFFF"/>
        </w:rPr>
        <w:t>(разработано внеклассное мероприятие с мультимедийным приложением).</w:t>
      </w:r>
    </w:p>
    <w:p w:rsidR="00D35B8F" w:rsidRPr="002B5E20" w:rsidRDefault="00D35B8F" w:rsidP="002B5E20">
      <w:pPr>
        <w:jc w:val="center"/>
        <w:rPr>
          <w:sz w:val="40"/>
          <w:szCs w:val="40"/>
        </w:rPr>
      </w:pPr>
    </w:p>
    <w:p w:rsidR="00D35B8F" w:rsidRPr="002B5E20" w:rsidRDefault="00D35B8F" w:rsidP="002B5E20">
      <w:pPr>
        <w:ind w:firstLine="540"/>
        <w:jc w:val="center"/>
        <w:rPr>
          <w:sz w:val="40"/>
          <w:szCs w:val="40"/>
        </w:rPr>
      </w:pPr>
    </w:p>
    <w:p w:rsidR="00D35B8F" w:rsidRPr="002B5E20" w:rsidRDefault="00D35B8F" w:rsidP="002B5E20">
      <w:pPr>
        <w:ind w:firstLine="540"/>
        <w:jc w:val="center"/>
        <w:rPr>
          <w:sz w:val="40"/>
          <w:szCs w:val="40"/>
        </w:rPr>
      </w:pPr>
      <w:r w:rsidRPr="002B5E20">
        <w:rPr>
          <w:sz w:val="40"/>
          <w:szCs w:val="40"/>
        </w:rPr>
        <w:t>Бородина Алла Альбертовна,</w:t>
      </w:r>
    </w:p>
    <w:p w:rsidR="00D35B8F" w:rsidRPr="002B5E20" w:rsidRDefault="00D35B8F" w:rsidP="002B5E20">
      <w:pPr>
        <w:ind w:firstLine="540"/>
        <w:jc w:val="center"/>
        <w:rPr>
          <w:sz w:val="40"/>
          <w:szCs w:val="40"/>
        </w:rPr>
      </w:pPr>
      <w:r w:rsidRPr="002B5E20">
        <w:rPr>
          <w:sz w:val="40"/>
          <w:szCs w:val="40"/>
        </w:rPr>
        <w:t>учитель начальных классов</w:t>
      </w:r>
    </w:p>
    <w:p w:rsidR="00D35B8F" w:rsidRPr="002B5E20" w:rsidRDefault="00D35B8F" w:rsidP="002B5E20">
      <w:pPr>
        <w:ind w:firstLine="540"/>
        <w:jc w:val="center"/>
        <w:rPr>
          <w:sz w:val="40"/>
          <w:szCs w:val="40"/>
        </w:rPr>
      </w:pPr>
      <w:r w:rsidRPr="002B5E20">
        <w:rPr>
          <w:sz w:val="40"/>
          <w:szCs w:val="40"/>
        </w:rPr>
        <w:t>МКОУ СКО школа-интернат № 14 п. Надвоицы</w:t>
      </w:r>
      <w:r>
        <w:rPr>
          <w:sz w:val="40"/>
          <w:szCs w:val="40"/>
        </w:rPr>
        <w:t>,</w:t>
      </w:r>
    </w:p>
    <w:p w:rsidR="00D35B8F" w:rsidRPr="002B5E20" w:rsidRDefault="00D35B8F" w:rsidP="002B5E20">
      <w:pPr>
        <w:ind w:firstLine="540"/>
        <w:jc w:val="center"/>
        <w:rPr>
          <w:sz w:val="40"/>
          <w:szCs w:val="40"/>
        </w:rPr>
      </w:pPr>
      <w:r w:rsidRPr="002B5E20">
        <w:rPr>
          <w:sz w:val="40"/>
          <w:szCs w:val="40"/>
        </w:rPr>
        <w:t>Сегежский район, Карелия.</w:t>
      </w:r>
    </w:p>
    <w:p w:rsidR="00D35B8F" w:rsidRPr="002B5E20" w:rsidRDefault="00D35B8F" w:rsidP="002B5E20">
      <w:pPr>
        <w:ind w:firstLine="540"/>
        <w:jc w:val="center"/>
        <w:rPr>
          <w:sz w:val="40"/>
          <w:szCs w:val="40"/>
        </w:rPr>
      </w:pPr>
    </w:p>
    <w:p w:rsidR="00D35B8F" w:rsidRPr="002B5E20" w:rsidRDefault="00D35B8F" w:rsidP="002B5E20">
      <w:pPr>
        <w:ind w:firstLine="540"/>
        <w:jc w:val="center"/>
        <w:rPr>
          <w:sz w:val="40"/>
          <w:szCs w:val="40"/>
        </w:rPr>
      </w:pPr>
      <w:r w:rsidRPr="002B5E20">
        <w:rPr>
          <w:sz w:val="40"/>
          <w:szCs w:val="40"/>
        </w:rPr>
        <w:t>Класс: 3-4 класс</w:t>
      </w:r>
      <w:r>
        <w:rPr>
          <w:sz w:val="40"/>
          <w:szCs w:val="40"/>
        </w:rPr>
        <w:t>ы</w:t>
      </w:r>
      <w:r w:rsidRPr="002B5E20">
        <w:rPr>
          <w:sz w:val="40"/>
          <w:szCs w:val="40"/>
        </w:rPr>
        <w:t>, дети</w:t>
      </w:r>
      <w:r>
        <w:rPr>
          <w:sz w:val="40"/>
          <w:szCs w:val="40"/>
        </w:rPr>
        <w:t xml:space="preserve"> с ограниченными возможностями здоровья</w:t>
      </w:r>
      <w:r w:rsidRPr="002B5E20">
        <w:rPr>
          <w:sz w:val="40"/>
          <w:szCs w:val="40"/>
        </w:rPr>
        <w:t>.</w:t>
      </w:r>
    </w:p>
    <w:p w:rsidR="00D35B8F" w:rsidRPr="002B5E20" w:rsidRDefault="00D35B8F" w:rsidP="00706949">
      <w:pPr>
        <w:ind w:firstLine="540"/>
        <w:jc w:val="both"/>
        <w:rPr>
          <w:sz w:val="40"/>
          <w:szCs w:val="40"/>
        </w:rPr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</w:p>
    <w:p w:rsidR="00D35B8F" w:rsidRPr="002B5E20" w:rsidRDefault="00D35B8F" w:rsidP="002B5E20">
      <w:pPr>
        <w:jc w:val="center"/>
        <w:rPr>
          <w:b/>
        </w:rPr>
      </w:pPr>
      <w:r w:rsidRPr="002B5E20">
        <w:rPr>
          <w:b/>
        </w:rPr>
        <w:t>Сценарий внеклассного мероприятия.</w:t>
      </w:r>
    </w:p>
    <w:p w:rsidR="00D35B8F" w:rsidRDefault="00D35B8F" w:rsidP="00706949">
      <w:pPr>
        <w:ind w:firstLine="540"/>
        <w:jc w:val="both"/>
      </w:pPr>
    </w:p>
    <w:p w:rsidR="00D35B8F" w:rsidRDefault="00D35B8F" w:rsidP="00706949">
      <w:pPr>
        <w:ind w:firstLine="540"/>
        <w:jc w:val="both"/>
      </w:pPr>
      <w:r w:rsidRPr="00D02A6E">
        <w:rPr>
          <w:b/>
        </w:rPr>
        <w:t>Тема:</w:t>
      </w:r>
      <w:r>
        <w:t xml:space="preserve"> 12 апреля – День космонавтики.</w:t>
      </w:r>
    </w:p>
    <w:p w:rsidR="00D35B8F" w:rsidRDefault="00D35B8F" w:rsidP="00706949">
      <w:pPr>
        <w:ind w:firstLine="540"/>
        <w:jc w:val="both"/>
      </w:pPr>
      <w:r w:rsidRPr="00D02A6E">
        <w:rPr>
          <w:b/>
        </w:rPr>
        <w:t>Цель:</w:t>
      </w:r>
      <w:r>
        <w:t xml:space="preserve"> Познакомить детей с первооткрывателями космоса.</w:t>
      </w:r>
    </w:p>
    <w:p w:rsidR="00D35B8F" w:rsidRPr="00D02A6E" w:rsidRDefault="00D35B8F" w:rsidP="00706949">
      <w:pPr>
        <w:ind w:firstLine="540"/>
        <w:jc w:val="both"/>
        <w:rPr>
          <w:b/>
        </w:rPr>
      </w:pPr>
      <w:r w:rsidRPr="00D02A6E">
        <w:rPr>
          <w:b/>
        </w:rPr>
        <w:t>Задачи:</w:t>
      </w:r>
    </w:p>
    <w:p w:rsidR="00D35B8F" w:rsidRDefault="00D35B8F" w:rsidP="00071AC4">
      <w:pPr>
        <w:numPr>
          <w:ilvl w:val="0"/>
          <w:numId w:val="1"/>
        </w:numPr>
        <w:jc w:val="both"/>
      </w:pPr>
      <w:r>
        <w:t>Расширить знания детей о космосе, известных космонавтах.</w:t>
      </w:r>
    </w:p>
    <w:p w:rsidR="00D35B8F" w:rsidRDefault="00D35B8F" w:rsidP="00071AC4">
      <w:pPr>
        <w:numPr>
          <w:ilvl w:val="0"/>
          <w:numId w:val="1"/>
        </w:numPr>
        <w:jc w:val="both"/>
      </w:pPr>
      <w:r>
        <w:t>Познакомить с историей создания ракетной техники.</w:t>
      </w:r>
    </w:p>
    <w:p w:rsidR="00D35B8F" w:rsidRDefault="00D35B8F" w:rsidP="00071AC4">
      <w:pPr>
        <w:numPr>
          <w:ilvl w:val="0"/>
          <w:numId w:val="1"/>
        </w:numPr>
        <w:jc w:val="both"/>
      </w:pPr>
      <w:r>
        <w:t>Развивать любознательность, мышление.</w:t>
      </w:r>
    </w:p>
    <w:p w:rsidR="00D35B8F" w:rsidRDefault="00D35B8F" w:rsidP="00071AC4">
      <w:pPr>
        <w:numPr>
          <w:ilvl w:val="0"/>
          <w:numId w:val="1"/>
        </w:numPr>
        <w:jc w:val="both"/>
      </w:pPr>
      <w:r>
        <w:t>Воспитывать гордость за свою страну.</w:t>
      </w:r>
    </w:p>
    <w:p w:rsidR="00D35B8F" w:rsidRDefault="00D35B8F" w:rsidP="00071AC4">
      <w:pPr>
        <w:ind w:left="540"/>
        <w:jc w:val="both"/>
      </w:pPr>
    </w:p>
    <w:p w:rsidR="00D35B8F" w:rsidRDefault="00D35B8F" w:rsidP="00071AC4">
      <w:pPr>
        <w:ind w:left="540"/>
        <w:jc w:val="both"/>
      </w:pPr>
      <w:r w:rsidRPr="00D02A6E">
        <w:rPr>
          <w:b/>
        </w:rPr>
        <w:t>Оборудование:</w:t>
      </w:r>
      <w:r>
        <w:t xml:space="preserve"> кроссворд, рисунок ракеты, карточки со словами, пластилин, ножницы, фасоль, презентация. </w:t>
      </w:r>
    </w:p>
    <w:p w:rsidR="00D35B8F" w:rsidRDefault="00D35B8F" w:rsidP="00071AC4">
      <w:pPr>
        <w:ind w:left="540"/>
        <w:jc w:val="both"/>
      </w:pPr>
      <w:r w:rsidRPr="00D02A6E">
        <w:rPr>
          <w:b/>
        </w:rPr>
        <w:t>Оборудование для опытов:</w:t>
      </w:r>
      <w:r>
        <w:t xml:space="preserve"> пластмассовый прозрачный стакан с водой и верёвкой; свеча, металлическая пластина; 2 стакана с водой, молоко, фонарик; резинка, груз, стакан с водой, линейка.</w:t>
      </w:r>
    </w:p>
    <w:p w:rsidR="00D35B8F" w:rsidRDefault="00D35B8F" w:rsidP="00071AC4">
      <w:pPr>
        <w:ind w:left="540"/>
        <w:jc w:val="both"/>
      </w:pPr>
    </w:p>
    <w:p w:rsidR="00D35B8F" w:rsidRPr="00BA4B2B" w:rsidRDefault="00D35B8F" w:rsidP="00071AC4">
      <w:pPr>
        <w:ind w:left="540"/>
        <w:jc w:val="both"/>
        <w:rPr>
          <w:b/>
        </w:rPr>
      </w:pPr>
      <w:r>
        <w:rPr>
          <w:b/>
        </w:rPr>
        <w:t>Организационный момент.</w:t>
      </w:r>
    </w:p>
    <w:p w:rsidR="00D35B8F" w:rsidRDefault="00D35B8F" w:rsidP="00422704">
      <w:pPr>
        <w:numPr>
          <w:ilvl w:val="0"/>
          <w:numId w:val="2"/>
        </w:numPr>
        <w:tabs>
          <w:tab w:val="clear" w:pos="1260"/>
          <w:tab w:val="num" w:pos="0"/>
        </w:tabs>
        <w:ind w:left="0" w:firstLine="0"/>
        <w:jc w:val="both"/>
        <w:rPr>
          <w:lang w:val="en-US"/>
        </w:rPr>
      </w:pPr>
      <w:r>
        <w:rPr>
          <w:lang w:val="en-US"/>
        </w:rPr>
        <w:t>Какое время года?</w:t>
      </w:r>
    </w:p>
    <w:p w:rsidR="00D35B8F" w:rsidRPr="00597D82" w:rsidRDefault="00D35B8F" w:rsidP="00071AC4">
      <w:pPr>
        <w:ind w:left="540"/>
        <w:jc w:val="both"/>
        <w:rPr>
          <w:b/>
        </w:rPr>
      </w:pPr>
      <w:r>
        <w:t>Название месяца? (</w:t>
      </w:r>
      <w:r>
        <w:rPr>
          <w:b/>
        </w:rPr>
        <w:t>Слайд 1)</w:t>
      </w:r>
    </w:p>
    <w:p w:rsidR="00D35B8F" w:rsidRPr="00597D82" w:rsidRDefault="00D35B8F" w:rsidP="00071AC4">
      <w:pPr>
        <w:ind w:left="540"/>
        <w:jc w:val="both"/>
        <w:rPr>
          <w:b/>
        </w:rPr>
      </w:pPr>
      <w:r>
        <w:t xml:space="preserve">В апреле есть необычный день – 12 апреля. Что отмечает вся наша страна в этот день? (День космонавтики.) </w:t>
      </w:r>
      <w:r w:rsidRPr="00597D82">
        <w:rPr>
          <w:b/>
        </w:rPr>
        <w:t>(Слайд 1)</w:t>
      </w:r>
    </w:p>
    <w:p w:rsidR="00D35B8F" w:rsidRDefault="00D35B8F" w:rsidP="00071AC4">
      <w:pPr>
        <w:ind w:left="540"/>
        <w:jc w:val="both"/>
      </w:pPr>
    </w:p>
    <w:p w:rsidR="00D35B8F" w:rsidRDefault="00D35B8F" w:rsidP="00071AC4">
      <w:pPr>
        <w:ind w:left="540"/>
        <w:jc w:val="both"/>
      </w:pPr>
      <w:r>
        <w:t>Сегодня мы поговорим о том, как люди стали осваивать космическое пространство и почему именно 12 апреля мы отмечаем День космонавтики.</w:t>
      </w:r>
    </w:p>
    <w:p w:rsidR="00D35B8F" w:rsidRDefault="00D35B8F" w:rsidP="00071AC4">
      <w:pPr>
        <w:ind w:left="540"/>
        <w:jc w:val="both"/>
      </w:pPr>
    </w:p>
    <w:p w:rsidR="00D35B8F" w:rsidRPr="00BA4B2B" w:rsidRDefault="00D35B8F" w:rsidP="00071AC4">
      <w:pPr>
        <w:ind w:left="540"/>
        <w:jc w:val="both"/>
        <w:rPr>
          <w:b/>
        </w:rPr>
      </w:pPr>
      <w:r>
        <w:rPr>
          <w:b/>
        </w:rPr>
        <w:t>Основная часть.</w:t>
      </w:r>
    </w:p>
    <w:p w:rsidR="00D35B8F" w:rsidRDefault="00D35B8F" w:rsidP="00422704">
      <w:pPr>
        <w:numPr>
          <w:ilvl w:val="0"/>
          <w:numId w:val="2"/>
        </w:numPr>
        <w:tabs>
          <w:tab w:val="clear" w:pos="1260"/>
          <w:tab w:val="num" w:pos="0"/>
        </w:tabs>
        <w:ind w:left="0" w:firstLine="0"/>
        <w:jc w:val="both"/>
      </w:pPr>
      <w:r>
        <w:t>У нас есть две команды: команда 3 класса и команда 4 класса.</w:t>
      </w:r>
    </w:p>
    <w:p w:rsidR="00D35B8F" w:rsidRDefault="00D35B8F" w:rsidP="0050475F">
      <w:pPr>
        <w:ind w:firstLine="540"/>
        <w:jc w:val="both"/>
      </w:pPr>
      <w:r>
        <w:t>Проведём соревнование между 3 классом и 4 классом.</w:t>
      </w:r>
    </w:p>
    <w:p w:rsidR="00D35B8F" w:rsidRDefault="00D35B8F" w:rsidP="0050475F">
      <w:pPr>
        <w:ind w:firstLine="540"/>
        <w:jc w:val="both"/>
      </w:pPr>
      <w:r>
        <w:t>В классе работает «космический центр» (жюри). Руководители центра будут оценивать вашу работу.</w:t>
      </w:r>
    </w:p>
    <w:p w:rsidR="00D35B8F" w:rsidRDefault="00D35B8F" w:rsidP="00D00905">
      <w:pPr>
        <w:ind w:left="540"/>
        <w:jc w:val="both"/>
      </w:pPr>
    </w:p>
    <w:p w:rsidR="00D35B8F" w:rsidRDefault="00D35B8F" w:rsidP="00D00905">
      <w:pPr>
        <w:ind w:left="540"/>
        <w:jc w:val="both"/>
      </w:pPr>
      <w:r>
        <w:t>Задание для команд: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7"/>
        <w:gridCol w:w="4658"/>
      </w:tblGrid>
      <w:tr w:rsidR="00D35B8F" w:rsidTr="00DA0A47">
        <w:tc>
          <w:tcPr>
            <w:tcW w:w="4657" w:type="dxa"/>
          </w:tcPr>
          <w:p w:rsidR="00D35B8F" w:rsidRDefault="00D35B8F" w:rsidP="00DA0A47">
            <w:pPr>
              <w:jc w:val="center"/>
            </w:pPr>
            <w:r>
              <w:t>3 класс</w:t>
            </w:r>
          </w:p>
          <w:p w:rsidR="00D35B8F" w:rsidRDefault="00D35B8F" w:rsidP="00DA0A47">
            <w:pPr>
              <w:jc w:val="center"/>
            </w:pPr>
          </w:p>
        </w:tc>
        <w:tc>
          <w:tcPr>
            <w:tcW w:w="4658" w:type="dxa"/>
          </w:tcPr>
          <w:p w:rsidR="00D35B8F" w:rsidRDefault="00D35B8F" w:rsidP="00DA0A47">
            <w:pPr>
              <w:jc w:val="center"/>
            </w:pPr>
            <w:r>
              <w:t>4 класс</w:t>
            </w:r>
          </w:p>
        </w:tc>
      </w:tr>
      <w:tr w:rsidR="00D35B8F" w:rsidTr="00DA0A47">
        <w:tc>
          <w:tcPr>
            <w:tcW w:w="4657" w:type="dxa"/>
          </w:tcPr>
          <w:p w:rsidR="00D35B8F" w:rsidRDefault="00D35B8F" w:rsidP="00DA0A47">
            <w:pPr>
              <w:jc w:val="both"/>
            </w:pPr>
            <w:r>
              <w:t xml:space="preserve">С какой буквы начинается слово «космонавтики»?  Букву «к» надо слепить, вырезать, раскрасить, по контуру буквы оторвать бумагу, найти в крупе. </w:t>
            </w:r>
          </w:p>
          <w:p w:rsidR="00D35B8F" w:rsidRDefault="00D35B8F" w:rsidP="00DA0A47">
            <w:pPr>
              <w:jc w:val="both"/>
            </w:pPr>
          </w:p>
        </w:tc>
        <w:tc>
          <w:tcPr>
            <w:tcW w:w="4658" w:type="dxa"/>
          </w:tcPr>
          <w:p w:rsidR="00D35B8F" w:rsidRDefault="00D35B8F" w:rsidP="00DA0A47">
            <w:pPr>
              <w:jc w:val="both"/>
            </w:pPr>
            <w:r>
              <w:t>Из букв слова «космонавтики» составить как можно больше слов</w:t>
            </w:r>
          </w:p>
        </w:tc>
      </w:tr>
    </w:tbl>
    <w:p w:rsidR="00D35B8F" w:rsidRPr="00597D82" w:rsidRDefault="00D35B8F" w:rsidP="00597D82">
      <w:pPr>
        <w:jc w:val="both"/>
        <w:rPr>
          <w:b/>
        </w:rPr>
      </w:pPr>
      <w:r>
        <w:t xml:space="preserve">Проверка. Жюри подводит итоги. </w:t>
      </w:r>
      <w:r>
        <w:rPr>
          <w:b/>
        </w:rPr>
        <w:t>(Слайд 3)</w:t>
      </w:r>
    </w:p>
    <w:p w:rsidR="00D35B8F" w:rsidRDefault="00D35B8F" w:rsidP="00D00905">
      <w:pPr>
        <w:ind w:left="540"/>
        <w:jc w:val="both"/>
      </w:pPr>
    </w:p>
    <w:p w:rsidR="00D35B8F" w:rsidRDefault="00D35B8F" w:rsidP="00422704">
      <w:pPr>
        <w:numPr>
          <w:ilvl w:val="0"/>
          <w:numId w:val="2"/>
        </w:numPr>
        <w:tabs>
          <w:tab w:val="clear" w:pos="1260"/>
          <w:tab w:val="num" w:pos="0"/>
        </w:tabs>
        <w:ind w:left="0" w:firstLine="0"/>
        <w:jc w:val="both"/>
      </w:pPr>
      <w:r>
        <w:t>Раньше, давным-давно, когда люди только начинали узнавать Землю, они представляли её перевёрнутой чашей, которая покоится на трёх гигантских слонах, важно стоящих на панцире огромной черепахи. Эта чудо-черепаха плавает в море-океане, а весь мир накрыт хрустальным куполом неба с множеством сверкающих звёзд.</w:t>
      </w:r>
    </w:p>
    <w:p w:rsidR="00D35B8F" w:rsidRDefault="00D35B8F" w:rsidP="00422704">
      <w:pPr>
        <w:ind w:firstLine="540"/>
        <w:jc w:val="both"/>
      </w:pPr>
      <w:r>
        <w:t xml:space="preserve">С тех пор прошло несколько тысяч лет, на нашей Земле выросло много поколений добрых и умных людей. </w:t>
      </w:r>
      <w:r>
        <w:rPr>
          <w:b/>
        </w:rPr>
        <w:t>(Слайд 4)</w:t>
      </w:r>
      <w:r>
        <w:t xml:space="preserve"> Они построили корабли и, совершив кругосветное путешествие, узнали, </w:t>
      </w:r>
      <w:r>
        <w:rPr>
          <w:b/>
        </w:rPr>
        <w:t>(Слайд 5)</w:t>
      </w:r>
      <w:r>
        <w:t>что Земля – шар.</w:t>
      </w:r>
      <w:r>
        <w:rPr>
          <w:b/>
        </w:rPr>
        <w:t xml:space="preserve"> (Слайд 6)</w:t>
      </w:r>
      <w:r>
        <w:t xml:space="preserve"> А астрономы – это люди, которые наблюдают за космосом в телескоп, доказали, </w:t>
      </w:r>
      <w:r>
        <w:rPr>
          <w:b/>
        </w:rPr>
        <w:t>(Слайд 7)</w:t>
      </w:r>
      <w:r>
        <w:t xml:space="preserve"> что Земля летит в космосе, вращаясь вокруг Солнца, у Земли есть спутник Луна.</w:t>
      </w:r>
    </w:p>
    <w:p w:rsidR="00D35B8F" w:rsidRDefault="00D35B8F" w:rsidP="00422704">
      <w:pPr>
        <w:ind w:firstLine="540"/>
        <w:jc w:val="both"/>
      </w:pPr>
    </w:p>
    <w:p w:rsidR="00D35B8F" w:rsidRDefault="00D35B8F" w:rsidP="00422704">
      <w:pPr>
        <w:ind w:firstLine="540"/>
        <w:jc w:val="both"/>
      </w:pPr>
      <w:r>
        <w:t>Отдохнём: Игра «Кто быстрее до Луны». Два ученика берут ленту с двух сторон. В середине ленты прикреплён круг – это «Луна». Победит тот, кто быстрее закрутит свой конец ленты до «Луны». (Под музыку.)</w:t>
      </w:r>
    </w:p>
    <w:p w:rsidR="00D35B8F" w:rsidRDefault="00D35B8F" w:rsidP="00422704">
      <w:pPr>
        <w:ind w:firstLine="540"/>
        <w:jc w:val="both"/>
      </w:pPr>
    </w:p>
    <w:p w:rsidR="00D35B8F" w:rsidRDefault="00D35B8F" w:rsidP="00B33689">
      <w:pPr>
        <w:numPr>
          <w:ilvl w:val="0"/>
          <w:numId w:val="2"/>
        </w:numPr>
        <w:tabs>
          <w:tab w:val="clear" w:pos="1260"/>
          <w:tab w:val="num" w:pos="0"/>
        </w:tabs>
        <w:ind w:left="0" w:firstLine="0"/>
        <w:jc w:val="both"/>
      </w:pPr>
      <w:r>
        <w:t>Потом люди построили самолёты.</w:t>
      </w:r>
    </w:p>
    <w:p w:rsidR="00D35B8F" w:rsidRPr="00597D82" w:rsidRDefault="00D35B8F" w:rsidP="00B33689">
      <w:pPr>
        <w:jc w:val="both"/>
        <w:rPr>
          <w:b/>
        </w:rPr>
      </w:pPr>
      <w:r>
        <w:t>Но люди не остановились на достигнутом, их манил космос.</w:t>
      </w:r>
      <w:r>
        <w:rPr>
          <w:b/>
        </w:rPr>
        <w:t xml:space="preserve"> (Слайд 8)</w:t>
      </w:r>
    </w:p>
    <w:p w:rsidR="00D35B8F" w:rsidRDefault="00D35B8F" w:rsidP="00B33689">
      <w:pPr>
        <w:jc w:val="both"/>
      </w:pPr>
      <w:r>
        <w:t>Константин Эдуардович Циолковский придумал ракету, с помощью которой можно было подняться в космос. Первыми ракетами были ракеты-спутники.</w:t>
      </w:r>
    </w:p>
    <w:p w:rsidR="00D35B8F" w:rsidRDefault="00D35B8F" w:rsidP="00B33689">
      <w:pPr>
        <w:jc w:val="both"/>
      </w:pPr>
    </w:p>
    <w:p w:rsidR="00D35B8F" w:rsidRDefault="00D35B8F" w:rsidP="00B33689">
      <w:pPr>
        <w:jc w:val="both"/>
      </w:pPr>
      <w:r>
        <w:t xml:space="preserve">Задание для команд: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7"/>
        <w:gridCol w:w="4658"/>
      </w:tblGrid>
      <w:tr w:rsidR="00D35B8F" w:rsidTr="00DA0A47">
        <w:tc>
          <w:tcPr>
            <w:tcW w:w="4657" w:type="dxa"/>
          </w:tcPr>
          <w:p w:rsidR="00D35B8F" w:rsidRDefault="00D35B8F" w:rsidP="00DA0A47">
            <w:pPr>
              <w:jc w:val="center"/>
            </w:pPr>
            <w:r>
              <w:t>3 класс</w:t>
            </w:r>
          </w:p>
        </w:tc>
        <w:tc>
          <w:tcPr>
            <w:tcW w:w="4658" w:type="dxa"/>
          </w:tcPr>
          <w:p w:rsidR="00D35B8F" w:rsidRPr="00DA0A47" w:rsidRDefault="00D35B8F" w:rsidP="00DA0A47">
            <w:pPr>
              <w:jc w:val="center"/>
              <w:rPr>
                <w:b/>
              </w:rPr>
            </w:pPr>
            <w:r>
              <w:t xml:space="preserve">4 класс </w:t>
            </w:r>
            <w:r w:rsidRPr="00DA0A47">
              <w:rPr>
                <w:b/>
              </w:rPr>
              <w:t>(Слайд 9, 10)</w:t>
            </w:r>
          </w:p>
          <w:p w:rsidR="00D35B8F" w:rsidRDefault="00D35B8F" w:rsidP="00DA0A47">
            <w:pPr>
              <w:jc w:val="center"/>
            </w:pPr>
          </w:p>
        </w:tc>
      </w:tr>
      <w:tr w:rsidR="00D35B8F" w:rsidTr="00DA0A47">
        <w:tc>
          <w:tcPr>
            <w:tcW w:w="4657" w:type="dxa"/>
          </w:tcPr>
          <w:p w:rsidR="00D35B8F" w:rsidRDefault="00D35B8F" w:rsidP="00DA0A47">
            <w:pPr>
              <w:jc w:val="both"/>
            </w:pPr>
            <w:r>
              <w:t>Рисунок корабля.</w:t>
            </w:r>
          </w:p>
          <w:p w:rsidR="00D35B8F" w:rsidRDefault="00D35B8F" w:rsidP="00DA0A47">
            <w:pPr>
              <w:jc w:val="both"/>
            </w:pPr>
            <w:r>
              <w:t>Найти буквы, из которых построен корабль.</w:t>
            </w:r>
          </w:p>
          <w:p w:rsidR="00D35B8F" w:rsidRDefault="00D35B8F" w:rsidP="00DA0A47">
            <w:pPr>
              <w:jc w:val="both"/>
            </w:pPr>
          </w:p>
        </w:tc>
        <w:tc>
          <w:tcPr>
            <w:tcW w:w="4658" w:type="dxa"/>
          </w:tcPr>
          <w:p w:rsidR="00D35B8F" w:rsidRDefault="00D35B8F" w:rsidP="00DA0A47">
            <w:pPr>
              <w:jc w:val="both"/>
            </w:pPr>
            <w:r>
              <w:t>Отгадайте загадки.</w:t>
            </w:r>
          </w:p>
        </w:tc>
      </w:tr>
    </w:tbl>
    <w:p w:rsidR="00D35B8F" w:rsidRDefault="00D35B8F" w:rsidP="00B33689">
      <w:pPr>
        <w:jc w:val="both"/>
      </w:pPr>
    </w:p>
    <w:p w:rsidR="00D35B8F" w:rsidRDefault="00D35B8F" w:rsidP="00B33689">
      <w:pPr>
        <w:jc w:val="both"/>
      </w:pPr>
      <w:r>
        <w:t>Проверка. Жюри подводит итоги.</w:t>
      </w:r>
    </w:p>
    <w:p w:rsidR="00D35B8F" w:rsidRDefault="00D35B8F" w:rsidP="00B33689">
      <w:pPr>
        <w:jc w:val="both"/>
      </w:pPr>
    </w:p>
    <w:p w:rsidR="00D35B8F" w:rsidRPr="00597D82" w:rsidRDefault="00D35B8F" w:rsidP="00B33689">
      <w:pPr>
        <w:jc w:val="both"/>
        <w:rPr>
          <w:b/>
        </w:rPr>
      </w:pPr>
      <w:r>
        <w:t xml:space="preserve">Отдохнём: Игра «Собери звёзды за 1 минуту». Участвуют две команды. Проверка: посчитайте, сколько звёзд собрала каждая команда. </w:t>
      </w:r>
      <w:r>
        <w:rPr>
          <w:b/>
        </w:rPr>
        <w:t>(Слайд 11)</w:t>
      </w:r>
    </w:p>
    <w:p w:rsidR="00D35B8F" w:rsidRDefault="00D35B8F" w:rsidP="00B33689">
      <w:pPr>
        <w:jc w:val="both"/>
      </w:pPr>
    </w:p>
    <w:p w:rsidR="00D35B8F" w:rsidRDefault="00D35B8F" w:rsidP="00B16207">
      <w:pPr>
        <w:numPr>
          <w:ilvl w:val="0"/>
          <w:numId w:val="2"/>
        </w:numPr>
        <w:tabs>
          <w:tab w:val="clear" w:pos="1260"/>
          <w:tab w:val="num" w:pos="0"/>
        </w:tabs>
        <w:ind w:left="0" w:firstLine="0"/>
        <w:jc w:val="both"/>
      </w:pPr>
      <w:r>
        <w:t xml:space="preserve">4 октября 1957 году запущен первый искусственный спутник Земли. </w:t>
      </w:r>
      <w:r>
        <w:rPr>
          <w:b/>
        </w:rPr>
        <w:t>(Слайд 12)</w:t>
      </w:r>
    </w:p>
    <w:p w:rsidR="00D35B8F" w:rsidRDefault="00D35B8F" w:rsidP="00B16207">
      <w:pPr>
        <w:ind w:firstLine="540"/>
        <w:jc w:val="both"/>
      </w:pPr>
      <w:r>
        <w:t xml:space="preserve">Чтобы доказать, что живые существа могут жить в космосе 3 ноября 1957 году – запущен второй искусственный спутник, в его кабине была собака Лайка. </w:t>
      </w:r>
    </w:p>
    <w:p w:rsidR="00D35B8F" w:rsidRDefault="00D35B8F" w:rsidP="00597D82">
      <w:pPr>
        <w:ind w:firstLine="540"/>
        <w:jc w:val="both"/>
      </w:pPr>
      <w:r>
        <w:t xml:space="preserve">После Лайки в космос отправились другие четвероногие разведчики. 20 августа 1960 году был запущен первый космический корабль, на борту которого были собаки Белка и Стрелка, Чернушка и Звёздочка, белые мыши и крысы. Все они вернулись целыми и невредимыми. Этим учёные доказали, что живые существа могут жить в космосе. </w:t>
      </w:r>
    </w:p>
    <w:p w:rsidR="00D35B8F" w:rsidRDefault="00D35B8F" w:rsidP="00B16207">
      <w:pPr>
        <w:ind w:firstLine="540"/>
        <w:jc w:val="both"/>
      </w:pPr>
      <w:r>
        <w:t>Но ответить на вопрос, как они себя там чувствуют, мог только человек. Кто же первым должен был лететь в космос: врач, моряк, инженер или лётчик? Ближе всех к этой мечте оказались лётчики-истребители. Они летают на большой высоте, в скафандрах, знают, что такое перегрузка, невесомость, умеют прыгать с парашютом.</w:t>
      </w:r>
    </w:p>
    <w:p w:rsidR="00D35B8F" w:rsidRDefault="00D35B8F" w:rsidP="00B16207">
      <w:pPr>
        <w:ind w:firstLine="540"/>
        <w:jc w:val="both"/>
      </w:pPr>
    </w:p>
    <w:p w:rsidR="00D35B8F" w:rsidRDefault="00D35B8F" w:rsidP="00B16207">
      <w:pPr>
        <w:ind w:firstLine="540"/>
        <w:jc w:val="both"/>
      </w:pPr>
      <w:r>
        <w:t>Опыты:</w:t>
      </w:r>
    </w:p>
    <w:p w:rsidR="00D35B8F" w:rsidRDefault="00D35B8F" w:rsidP="00654D30">
      <w:pPr>
        <w:numPr>
          <w:ilvl w:val="0"/>
          <w:numId w:val="4"/>
        </w:numPr>
        <w:tabs>
          <w:tab w:val="clear" w:pos="900"/>
          <w:tab w:val="num" w:pos="0"/>
        </w:tabs>
        <w:ind w:left="0" w:firstLine="0"/>
        <w:jc w:val="both"/>
      </w:pPr>
      <w:r>
        <w:t xml:space="preserve">Космический корабль стартует, поднимается вверх, космонавты испытывают перегрузки. Что такое перегрузки? </w:t>
      </w:r>
    </w:p>
    <w:p w:rsidR="00D35B8F" w:rsidRDefault="00D35B8F" w:rsidP="00654D30">
      <w:pPr>
        <w:ind w:firstLine="540"/>
        <w:jc w:val="both"/>
      </w:pPr>
      <w:r>
        <w:t>В стакан (пластмассовый, прозрачный, с верёвкой) наливаю воду, перемещаю стакан в пространстве(раскручиваю стакан), вода не выливается из стакана, воду вдавливает внутрь, вода подвергалась давлению – перегрузке.</w:t>
      </w:r>
    </w:p>
    <w:p w:rsidR="00D35B8F" w:rsidRDefault="00D35B8F" w:rsidP="00654D30">
      <w:pPr>
        <w:ind w:left="540"/>
        <w:jc w:val="both"/>
      </w:pPr>
    </w:p>
    <w:p w:rsidR="00D35B8F" w:rsidRDefault="00D35B8F" w:rsidP="0035425C">
      <w:pPr>
        <w:numPr>
          <w:ilvl w:val="0"/>
          <w:numId w:val="4"/>
        </w:numPr>
        <w:tabs>
          <w:tab w:val="clear" w:pos="900"/>
          <w:tab w:val="num" w:pos="0"/>
        </w:tabs>
        <w:ind w:left="0" w:firstLine="0"/>
        <w:jc w:val="both"/>
      </w:pPr>
      <w:r>
        <w:t>Космонавты испытывают не только перегрузки, но и невесомость – это состояние, при котором человек и окружающие его предметы теряют вес. Как испытать невесомость  на Земле? Космонавты проводят тренировку в воде, где ощущают невесомость, то есть уменьшается вес предмета. Убедиться в этом можно с помощью стакана воды, резинки и груза. При погружении в воду груза, резинка сжимается, так как уменьшается вес груза. (Резинка прикреплена к поверхности, отмечена её длина. Стакан с водой поднести к грузу, поместить груз в воду. Отметить длину резинки после сжатия.)</w:t>
      </w:r>
    </w:p>
    <w:p w:rsidR="00D35B8F" w:rsidRDefault="00D35B8F" w:rsidP="0035425C">
      <w:pPr>
        <w:jc w:val="both"/>
      </w:pPr>
    </w:p>
    <w:p w:rsidR="00D35B8F" w:rsidRDefault="00D35B8F" w:rsidP="0035425C">
      <w:pPr>
        <w:numPr>
          <w:ilvl w:val="0"/>
          <w:numId w:val="4"/>
        </w:numPr>
        <w:tabs>
          <w:tab w:val="clear" w:pos="900"/>
          <w:tab w:val="num" w:pos="0"/>
        </w:tabs>
        <w:ind w:left="0" w:firstLine="0"/>
        <w:jc w:val="both"/>
      </w:pPr>
      <w:r>
        <w:t>Что космонавт ощущает при выходе в открытый космос? Понять, что нас ждёт в космосе, поможет простой опыт. Пламя свечи заменит нам лучи солнца (жарко), а металлическая пластина космическое пространство (холодно). Со стороны Солнца температура скафандра достигает более плюс 100 градусов, с другой стороны тела минус 100 градусов. Перепад температур около 200 градусов. Как организму приспособиться к таким космическим сюрпризам? Учёные придумали скафандры пронизанные множеством тоненьких трубочек, по которым циркулирует вода. Это и позволило поддерживать стабильную температуру для космонавтов.</w:t>
      </w:r>
    </w:p>
    <w:p w:rsidR="00D35B8F" w:rsidRDefault="00D35B8F" w:rsidP="001E5C78">
      <w:pPr>
        <w:jc w:val="both"/>
      </w:pPr>
    </w:p>
    <w:p w:rsidR="00D35B8F" w:rsidRDefault="00D35B8F" w:rsidP="0035425C">
      <w:pPr>
        <w:numPr>
          <w:ilvl w:val="0"/>
          <w:numId w:val="4"/>
        </w:numPr>
        <w:tabs>
          <w:tab w:val="clear" w:pos="900"/>
          <w:tab w:val="num" w:pos="0"/>
        </w:tabs>
        <w:ind w:left="0" w:firstLine="0"/>
        <w:jc w:val="both"/>
      </w:pPr>
      <w:r>
        <w:t xml:space="preserve">Почему космос чёрный? </w:t>
      </w:r>
    </w:p>
    <w:p w:rsidR="00D35B8F" w:rsidRDefault="00D35B8F" w:rsidP="001E5C78">
      <w:pPr>
        <w:jc w:val="both"/>
      </w:pPr>
    </w:p>
    <w:p w:rsidR="00D35B8F" w:rsidRDefault="00D35B8F" w:rsidP="0050475F">
      <w:pPr>
        <w:ind w:firstLine="540"/>
        <w:jc w:val="both"/>
      </w:pPr>
      <w:r>
        <w:t>Казалось, что звёзды и Солнце должны освещать космическое пространство. Нет никаких препятствий для прохождения лучей. Отсутствие частиц, которые рассеивают и отражают свет, делают космос чёрным.</w:t>
      </w:r>
    </w:p>
    <w:p w:rsidR="00D35B8F" w:rsidRDefault="00D35B8F" w:rsidP="001E5C78">
      <w:pPr>
        <w:jc w:val="both"/>
      </w:pPr>
      <w:r>
        <w:t>Направим сквозь толщу воды (стакан с водой) луч света (фонарик). Луч не виден в воде. (На столе два таких стакана.)</w:t>
      </w:r>
    </w:p>
    <w:p w:rsidR="00D35B8F" w:rsidRDefault="00D35B8F" w:rsidP="001E5C78">
      <w:pPr>
        <w:jc w:val="both"/>
      </w:pPr>
      <w:r>
        <w:t>Добавим во второй стакан молоко. Вода помутнела. Направим луч фонарика сквозь непрозрачную воду. Теперь мы видим луч фонарика.</w:t>
      </w:r>
    </w:p>
    <w:p w:rsidR="00D35B8F" w:rsidRPr="00D02A6E" w:rsidRDefault="00D35B8F" w:rsidP="001E5C78">
      <w:pPr>
        <w:jc w:val="both"/>
        <w:rPr>
          <w:b/>
        </w:rPr>
      </w:pPr>
      <w:r>
        <w:t xml:space="preserve">Наша Земля имеет атмосферу, то есть частицы, которые рассеивают и отражают свет. Что делает нашу Землю освещённой. </w:t>
      </w:r>
      <w:r>
        <w:rPr>
          <w:b/>
        </w:rPr>
        <w:t>(Слайд 13)</w:t>
      </w:r>
    </w:p>
    <w:p w:rsidR="00D35B8F" w:rsidRDefault="00D35B8F" w:rsidP="001E5C78">
      <w:pPr>
        <w:jc w:val="both"/>
      </w:pPr>
    </w:p>
    <w:p w:rsidR="00D35B8F" w:rsidRDefault="00D35B8F" w:rsidP="0058468B">
      <w:pPr>
        <w:numPr>
          <w:ilvl w:val="0"/>
          <w:numId w:val="2"/>
        </w:numPr>
        <w:tabs>
          <w:tab w:val="clear" w:pos="1260"/>
          <w:tab w:val="num" w:pos="0"/>
        </w:tabs>
        <w:ind w:left="0" w:firstLine="0"/>
        <w:jc w:val="both"/>
      </w:pPr>
      <w:r>
        <w:t>Первым полетел Юрий Алексеевич Гагарин - 12 апреля 1961 года на корабле «Восток». (Сообщение ТАСС о первом в мире полёте человека в космос.)</w:t>
      </w:r>
    </w:p>
    <w:p w:rsidR="00D35B8F" w:rsidRDefault="00D35B8F" w:rsidP="0058468B">
      <w:pPr>
        <w:ind w:firstLine="540"/>
        <w:jc w:val="both"/>
      </w:pPr>
    </w:p>
    <w:p w:rsidR="00D35B8F" w:rsidRDefault="00D35B8F" w:rsidP="0058468B">
      <w:pPr>
        <w:jc w:val="both"/>
      </w:pPr>
      <w:r>
        <w:t xml:space="preserve">Задание для команд: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7"/>
        <w:gridCol w:w="4658"/>
      </w:tblGrid>
      <w:tr w:rsidR="00D35B8F" w:rsidTr="00DA0A47">
        <w:tc>
          <w:tcPr>
            <w:tcW w:w="4657" w:type="dxa"/>
          </w:tcPr>
          <w:p w:rsidR="00D35B8F" w:rsidRDefault="00D35B8F" w:rsidP="00DA0A47">
            <w:pPr>
              <w:jc w:val="center"/>
            </w:pPr>
            <w:r>
              <w:t>3 класс</w:t>
            </w:r>
          </w:p>
        </w:tc>
        <w:tc>
          <w:tcPr>
            <w:tcW w:w="4658" w:type="dxa"/>
          </w:tcPr>
          <w:p w:rsidR="00D35B8F" w:rsidRDefault="00D35B8F" w:rsidP="00DA0A47">
            <w:pPr>
              <w:jc w:val="center"/>
            </w:pPr>
            <w:r>
              <w:t>4 класс</w:t>
            </w:r>
          </w:p>
          <w:p w:rsidR="00D35B8F" w:rsidRDefault="00D35B8F" w:rsidP="00DA0A47">
            <w:pPr>
              <w:jc w:val="center"/>
            </w:pPr>
          </w:p>
        </w:tc>
      </w:tr>
      <w:tr w:rsidR="00D35B8F" w:rsidTr="00DA0A47">
        <w:tc>
          <w:tcPr>
            <w:tcW w:w="4657" w:type="dxa"/>
          </w:tcPr>
          <w:p w:rsidR="00D35B8F" w:rsidRDefault="00D35B8F" w:rsidP="00DA0A47">
            <w:pPr>
              <w:jc w:val="both"/>
            </w:pPr>
            <w:r>
              <w:t>Какими качествами характера должен обладать космонавт? (Смелый, умный, трудолюбивый, сообразительный.) Подберите антонимы.</w:t>
            </w:r>
          </w:p>
          <w:p w:rsidR="00D35B8F" w:rsidRDefault="00D35B8F" w:rsidP="00DA0A47">
            <w:pPr>
              <w:jc w:val="both"/>
            </w:pPr>
          </w:p>
        </w:tc>
        <w:tc>
          <w:tcPr>
            <w:tcW w:w="4658" w:type="dxa"/>
          </w:tcPr>
          <w:p w:rsidR="00D35B8F" w:rsidRDefault="00D35B8F" w:rsidP="00DA0A47">
            <w:pPr>
              <w:jc w:val="both"/>
            </w:pPr>
            <w:r>
              <w:t xml:space="preserve">Упражнение в учебнике по русскому языку 4 класса. Прочитайте. Отметьте корень у выделенных слов. Как называются эти слова? Почему? Что такое родина? Как называется наша Родина? </w:t>
            </w:r>
          </w:p>
          <w:p w:rsidR="00D35B8F" w:rsidRDefault="00D35B8F" w:rsidP="00DA0A47">
            <w:pPr>
              <w:jc w:val="both"/>
            </w:pPr>
          </w:p>
        </w:tc>
      </w:tr>
    </w:tbl>
    <w:p w:rsidR="00D35B8F" w:rsidRPr="0058468B" w:rsidRDefault="00D35B8F" w:rsidP="0058468B">
      <w:pPr>
        <w:jc w:val="both"/>
      </w:pPr>
    </w:p>
    <w:p w:rsidR="00D35B8F" w:rsidRDefault="00D35B8F" w:rsidP="00597D82">
      <w:pPr>
        <w:jc w:val="both"/>
      </w:pPr>
      <w:r>
        <w:t>Проверка. Жюри подводит итоги.</w:t>
      </w:r>
    </w:p>
    <w:p w:rsidR="00D35B8F" w:rsidRDefault="00D35B8F" w:rsidP="001E5C78">
      <w:pPr>
        <w:jc w:val="both"/>
      </w:pPr>
    </w:p>
    <w:p w:rsidR="00D35B8F" w:rsidRDefault="00D35B8F" w:rsidP="0050475F">
      <w:pPr>
        <w:ind w:firstLine="540"/>
        <w:jc w:val="both"/>
      </w:pPr>
      <w:r>
        <w:t>Полёт Гагарина открыл людям дорогу в космос. За ним и другие люди стали летать в космос.</w:t>
      </w:r>
    </w:p>
    <w:p w:rsidR="00D35B8F" w:rsidRDefault="00D35B8F" w:rsidP="0050475F">
      <w:pPr>
        <w:ind w:firstLine="540"/>
        <w:jc w:val="both"/>
      </w:pPr>
    </w:p>
    <w:p w:rsidR="00D35B8F" w:rsidRPr="00BA4B2B" w:rsidRDefault="00D35B8F" w:rsidP="0050475F">
      <w:pPr>
        <w:ind w:firstLine="540"/>
        <w:jc w:val="both"/>
        <w:rPr>
          <w:b/>
        </w:rPr>
      </w:pPr>
      <w:r>
        <w:rPr>
          <w:b/>
        </w:rPr>
        <w:t>Подведение итогов.</w:t>
      </w:r>
    </w:p>
    <w:p w:rsidR="00D35B8F" w:rsidRDefault="00D35B8F" w:rsidP="0050475F">
      <w:pPr>
        <w:numPr>
          <w:ilvl w:val="0"/>
          <w:numId w:val="2"/>
        </w:numPr>
        <w:tabs>
          <w:tab w:val="clear" w:pos="1260"/>
          <w:tab w:val="num" w:pos="0"/>
        </w:tabs>
        <w:ind w:left="0" w:firstLine="0"/>
        <w:jc w:val="both"/>
      </w:pPr>
      <w:r>
        <w:t xml:space="preserve">День 12 апреля стал большим всенародным праздником в честь лётчиков-космонавтов, конструкторов, инженеров, служащих и рабочих, которые создают ракеты, космические корабли искусственные спутники Земли. </w:t>
      </w:r>
      <w:r>
        <w:rPr>
          <w:b/>
        </w:rPr>
        <w:t>(Слайд 14)</w:t>
      </w:r>
    </w:p>
    <w:p w:rsidR="00D35B8F" w:rsidRDefault="00D35B8F" w:rsidP="0050475F">
      <w:pPr>
        <w:ind w:left="540"/>
        <w:jc w:val="both"/>
      </w:pPr>
      <w:r>
        <w:t>Повторим, о чём мы сегодня говорили, подведём итоги. Разгадаем кроссворд.</w:t>
      </w:r>
    </w:p>
    <w:p w:rsidR="00D35B8F" w:rsidRDefault="00D35B8F" w:rsidP="00283DF5">
      <w:pPr>
        <w:numPr>
          <w:ilvl w:val="1"/>
          <w:numId w:val="2"/>
        </w:numPr>
        <w:jc w:val="both"/>
      </w:pPr>
      <w:r>
        <w:t>Летательный аппарат, на котором летала Баба Яга.</w:t>
      </w:r>
    </w:p>
    <w:p w:rsidR="00D35B8F" w:rsidRDefault="00D35B8F" w:rsidP="00283DF5">
      <w:pPr>
        <w:numPr>
          <w:ilvl w:val="1"/>
          <w:numId w:val="2"/>
        </w:numPr>
        <w:jc w:val="both"/>
      </w:pPr>
      <w:r>
        <w:t>Что видно только ночью?</w:t>
      </w:r>
    </w:p>
    <w:p w:rsidR="00D35B8F" w:rsidRDefault="00D35B8F" w:rsidP="00283DF5">
      <w:pPr>
        <w:numPr>
          <w:ilvl w:val="1"/>
          <w:numId w:val="2"/>
        </w:numPr>
        <w:jc w:val="both"/>
      </w:pPr>
      <w:r>
        <w:t>Какая планета называется как шоколадка?</w:t>
      </w:r>
    </w:p>
    <w:p w:rsidR="00D35B8F" w:rsidRDefault="00D35B8F" w:rsidP="00283DF5">
      <w:pPr>
        <w:numPr>
          <w:ilvl w:val="1"/>
          <w:numId w:val="2"/>
        </w:numPr>
        <w:jc w:val="both"/>
      </w:pPr>
      <w:r>
        <w:t>Собака, которая первой отправилась в космическое пространство.</w:t>
      </w:r>
    </w:p>
    <w:p w:rsidR="00D35B8F" w:rsidRDefault="00D35B8F" w:rsidP="00283DF5">
      <w:pPr>
        <w:numPr>
          <w:ilvl w:val="1"/>
          <w:numId w:val="2"/>
        </w:numPr>
        <w:jc w:val="both"/>
      </w:pPr>
      <w:r>
        <w:t>На каком космическом корабле Ю. Гагарин побывал впервые в космосе?</w:t>
      </w:r>
    </w:p>
    <w:p w:rsidR="00D35B8F" w:rsidRDefault="00D35B8F" w:rsidP="00283DF5">
      <w:pPr>
        <w:numPr>
          <w:ilvl w:val="1"/>
          <w:numId w:val="2"/>
        </w:numPr>
        <w:jc w:val="both"/>
      </w:pPr>
      <w:r>
        <w:t>Спутник Земли.</w:t>
      </w:r>
    </w:p>
    <w:p w:rsidR="00D35B8F" w:rsidRDefault="00D35B8F" w:rsidP="00283DF5">
      <w:pPr>
        <w:numPr>
          <w:ilvl w:val="1"/>
          <w:numId w:val="2"/>
        </w:numPr>
        <w:jc w:val="both"/>
      </w:pPr>
      <w:r>
        <w:t>Летательный аппарат, на котором летают инопланетяне.</w:t>
      </w:r>
    </w:p>
    <w:p w:rsidR="00D35B8F" w:rsidRDefault="00D35B8F" w:rsidP="00283DF5">
      <w:pPr>
        <w:jc w:val="both"/>
      </w:pPr>
      <w:r>
        <w:t>(Жюри подводит итоги, отмечает самых активных. Награждение.)</w:t>
      </w:r>
    </w:p>
    <w:p w:rsidR="00D35B8F" w:rsidRDefault="00D35B8F" w:rsidP="00283DF5">
      <w:pPr>
        <w:jc w:val="both"/>
      </w:pPr>
    </w:p>
    <w:p w:rsidR="00D35B8F" w:rsidRDefault="00D35B8F" w:rsidP="00283DF5">
      <w:pPr>
        <w:jc w:val="both"/>
      </w:pPr>
      <w:r>
        <w:t>Литература:</w:t>
      </w:r>
    </w:p>
    <w:p w:rsidR="00D35B8F" w:rsidRDefault="00D35B8F" w:rsidP="00283DF5">
      <w:pPr>
        <w:jc w:val="both"/>
      </w:pPr>
      <w:r>
        <w:t>Гагарина А. Т. Память сердца. Изд. 2-е. М.: Издательство Агентства печати Новости. 1986, 224 с.,  илл.</w:t>
      </w:r>
    </w:p>
    <w:p w:rsidR="00D35B8F" w:rsidRDefault="00D35B8F" w:rsidP="00283DF5">
      <w:pPr>
        <w:jc w:val="both"/>
      </w:pPr>
      <w:r>
        <w:t>Обухова Л. А. Любимец века. Ленинград, Лениздат, 1977, 176 с., вкл.</w:t>
      </w:r>
    </w:p>
    <w:p w:rsidR="00D35B8F" w:rsidRDefault="00D35B8F" w:rsidP="00283DF5">
      <w:pPr>
        <w:jc w:val="both"/>
      </w:pPr>
      <w:r>
        <w:t>Романов А. П. Конструктор космических кораблей. Изд. 3-е. М.: Политиздат, 1972, 159 с.,  илл.</w:t>
      </w:r>
    </w:p>
    <w:p w:rsidR="00D35B8F" w:rsidRDefault="00D35B8F" w:rsidP="00283DF5">
      <w:pPr>
        <w:jc w:val="both"/>
      </w:pPr>
    </w:p>
    <w:p w:rsidR="00D35B8F" w:rsidRPr="0050475F" w:rsidRDefault="00D35B8F" w:rsidP="00283DF5">
      <w:pPr>
        <w:jc w:val="both"/>
      </w:pPr>
    </w:p>
    <w:p w:rsidR="00D35B8F" w:rsidRPr="00071AC4" w:rsidRDefault="00D35B8F" w:rsidP="0050475F">
      <w:pPr>
        <w:ind w:firstLine="540"/>
        <w:jc w:val="both"/>
      </w:pPr>
    </w:p>
    <w:sectPr w:rsidR="00D35B8F" w:rsidRPr="00071AC4" w:rsidSect="00706949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B8F" w:rsidRDefault="00D35B8F">
      <w:r>
        <w:separator/>
      </w:r>
    </w:p>
  </w:endnote>
  <w:endnote w:type="continuationSeparator" w:id="1">
    <w:p w:rsidR="00D35B8F" w:rsidRDefault="00D35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B8F" w:rsidRDefault="00D35B8F">
      <w:r>
        <w:separator/>
      </w:r>
    </w:p>
  </w:footnote>
  <w:footnote w:type="continuationSeparator" w:id="1">
    <w:p w:rsidR="00D35B8F" w:rsidRDefault="00D35B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06C"/>
    <w:multiLevelType w:val="hybridMultilevel"/>
    <w:tmpl w:val="670EFE7A"/>
    <w:lvl w:ilvl="0" w:tplc="2872F5F6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401CE422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391C303D"/>
    <w:multiLevelType w:val="hybridMultilevel"/>
    <w:tmpl w:val="0144005C"/>
    <w:lvl w:ilvl="0" w:tplc="5BEE1B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3F363474"/>
    <w:multiLevelType w:val="hybridMultilevel"/>
    <w:tmpl w:val="ECA4097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54E645DD"/>
    <w:multiLevelType w:val="hybridMultilevel"/>
    <w:tmpl w:val="D7CC6A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6AB86096"/>
    <w:multiLevelType w:val="hybridMultilevel"/>
    <w:tmpl w:val="6C4644CA"/>
    <w:lvl w:ilvl="0" w:tplc="6818B7D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949"/>
    <w:rsid w:val="00071AC4"/>
    <w:rsid w:val="001015A2"/>
    <w:rsid w:val="00126BD1"/>
    <w:rsid w:val="001E5C78"/>
    <w:rsid w:val="00283DF5"/>
    <w:rsid w:val="002B5E20"/>
    <w:rsid w:val="0035425C"/>
    <w:rsid w:val="003B52AD"/>
    <w:rsid w:val="00422704"/>
    <w:rsid w:val="004A6B86"/>
    <w:rsid w:val="0050475F"/>
    <w:rsid w:val="0058468B"/>
    <w:rsid w:val="00597D82"/>
    <w:rsid w:val="00654D30"/>
    <w:rsid w:val="006F416A"/>
    <w:rsid w:val="00706949"/>
    <w:rsid w:val="0071368B"/>
    <w:rsid w:val="009E080C"/>
    <w:rsid w:val="00A0446E"/>
    <w:rsid w:val="00B16207"/>
    <w:rsid w:val="00B33689"/>
    <w:rsid w:val="00B9607F"/>
    <w:rsid w:val="00BA4B2B"/>
    <w:rsid w:val="00BD0228"/>
    <w:rsid w:val="00D00905"/>
    <w:rsid w:val="00D02A6E"/>
    <w:rsid w:val="00D35B8F"/>
    <w:rsid w:val="00DA0A47"/>
    <w:rsid w:val="00DF4EE4"/>
    <w:rsid w:val="00E9690C"/>
    <w:rsid w:val="00EF66A7"/>
    <w:rsid w:val="00F83353"/>
    <w:rsid w:val="00F94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6A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069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069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D0090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1150</Words>
  <Characters>6557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12 апреля – День космонавтики</dc:title>
  <dc:subject/>
  <dc:creator>Home</dc:creator>
  <cp:keywords/>
  <dc:description/>
  <cp:lastModifiedBy>Home</cp:lastModifiedBy>
  <cp:revision>3</cp:revision>
  <dcterms:created xsi:type="dcterms:W3CDTF">2015-01-11T13:54:00Z</dcterms:created>
  <dcterms:modified xsi:type="dcterms:W3CDTF">2015-01-11T14:19:00Z</dcterms:modified>
</cp:coreProperties>
</file>